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BB59F" w14:textId="77777777" w:rsidR="004D36D7" w:rsidRPr="00FD4A68" w:rsidRDefault="007672DD" w:rsidP="00B87977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D3B2BB46C6E44D5BBAE0D6E1F2AB8B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86746B">
            <w:t>Packet Tracer - Basic Switch and End Device Configuration</w:t>
          </w:r>
        </w:sdtContent>
      </w:sdt>
      <w:r w:rsidR="004D36D7" w:rsidRPr="00FD4A68">
        <w:t xml:space="preserve"> </w:t>
      </w:r>
    </w:p>
    <w:p w14:paraId="5B139078" w14:textId="77777777" w:rsidR="00D778DF" w:rsidRPr="00E70096" w:rsidRDefault="00D778DF" w:rsidP="00C029DB">
      <w:pPr>
        <w:pStyle w:val="Heading1"/>
      </w:pPr>
      <w:r w:rsidRPr="00E70096">
        <w:t>Addressing Table</w:t>
      </w:r>
    </w:p>
    <w:tbl>
      <w:tblPr>
        <w:tblW w:w="980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 and Subnet Mask."/>
      </w:tblPr>
      <w:tblGrid>
        <w:gridCol w:w="2337"/>
        <w:gridCol w:w="2430"/>
        <w:gridCol w:w="2706"/>
        <w:gridCol w:w="2332"/>
      </w:tblGrid>
      <w:tr w:rsidR="00C029DB" w14:paraId="15704A9B" w14:textId="77777777" w:rsidTr="001D6F8E">
        <w:trPr>
          <w:cantSplit/>
          <w:tblHeader/>
          <w:jc w:val="center"/>
        </w:trPr>
        <w:tc>
          <w:tcPr>
            <w:tcW w:w="2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89A213D" w14:textId="77777777" w:rsidR="00C029DB" w:rsidRPr="00E87D62" w:rsidRDefault="00C029DB" w:rsidP="00C029DB">
            <w:pPr>
              <w:pStyle w:val="TableHeading"/>
            </w:pPr>
            <w:r w:rsidRPr="00E87D62">
              <w:t>Device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BF9EC3C" w14:textId="77777777" w:rsidR="00C029DB" w:rsidRPr="00E87D62" w:rsidRDefault="00C029DB" w:rsidP="00C029DB">
            <w:pPr>
              <w:pStyle w:val="TableHeading"/>
            </w:pPr>
            <w:r w:rsidRPr="00E87D62">
              <w:t>Interface</w:t>
            </w:r>
          </w:p>
        </w:tc>
        <w:tc>
          <w:tcPr>
            <w:tcW w:w="2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DE8BA26" w14:textId="77777777" w:rsidR="00C029DB" w:rsidRPr="00E87D62" w:rsidRDefault="00C029DB" w:rsidP="00C029DB">
            <w:pPr>
              <w:pStyle w:val="TableHeading"/>
            </w:pPr>
            <w:r w:rsidRPr="00E87D62">
              <w:t>IP Address</w:t>
            </w:r>
          </w:p>
        </w:tc>
        <w:tc>
          <w:tcPr>
            <w:tcW w:w="2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43A237E" w14:textId="77777777" w:rsidR="00C029DB" w:rsidRPr="00E87D62" w:rsidRDefault="00C029DB" w:rsidP="00C029DB">
            <w:pPr>
              <w:pStyle w:val="TableHeading"/>
            </w:pPr>
            <w:r w:rsidRPr="00E87D62">
              <w:t>Subnet Mask</w:t>
            </w:r>
          </w:p>
        </w:tc>
      </w:tr>
      <w:tr w:rsidR="00C029DB" w14:paraId="0907CC51" w14:textId="77777777" w:rsidTr="001D6F8E">
        <w:trPr>
          <w:cantSplit/>
          <w:jc w:val="center"/>
        </w:trPr>
        <w:tc>
          <w:tcPr>
            <w:tcW w:w="2337" w:type="dxa"/>
            <w:vAlign w:val="bottom"/>
          </w:tcPr>
          <w:p w14:paraId="0FEAC7C5" w14:textId="77777777" w:rsidR="00C029DB" w:rsidRPr="00E87D62" w:rsidRDefault="00C029DB" w:rsidP="00C029DB">
            <w:pPr>
              <w:pStyle w:val="TableText"/>
            </w:pPr>
          </w:p>
        </w:tc>
        <w:tc>
          <w:tcPr>
            <w:tcW w:w="2430" w:type="dxa"/>
            <w:vAlign w:val="bottom"/>
          </w:tcPr>
          <w:p w14:paraId="3CFE9188" w14:textId="77777777" w:rsidR="00C029DB" w:rsidRPr="00E87D62" w:rsidRDefault="00C029DB" w:rsidP="00C029DB">
            <w:pPr>
              <w:pStyle w:val="TableText"/>
            </w:pPr>
            <w:r>
              <w:t>VLAN 1</w:t>
            </w:r>
          </w:p>
        </w:tc>
        <w:tc>
          <w:tcPr>
            <w:tcW w:w="2706" w:type="dxa"/>
            <w:vAlign w:val="bottom"/>
          </w:tcPr>
          <w:p w14:paraId="0D21D465" w14:textId="77777777" w:rsidR="00C029DB" w:rsidRPr="00E87D62" w:rsidRDefault="00C029DB" w:rsidP="00C029DB">
            <w:pPr>
              <w:pStyle w:val="TableText"/>
            </w:pPr>
          </w:p>
        </w:tc>
        <w:tc>
          <w:tcPr>
            <w:tcW w:w="2332" w:type="dxa"/>
            <w:vAlign w:val="bottom"/>
          </w:tcPr>
          <w:p w14:paraId="65DDCCD4" w14:textId="77777777" w:rsidR="00C029DB" w:rsidRPr="00E87D62" w:rsidRDefault="00C029DB" w:rsidP="00C029DB">
            <w:pPr>
              <w:pStyle w:val="TableText"/>
            </w:pPr>
            <w:r w:rsidRPr="00E87D62">
              <w:t>255.255.255.0</w:t>
            </w:r>
          </w:p>
        </w:tc>
      </w:tr>
      <w:tr w:rsidR="00C029DB" w14:paraId="67A9AAF3" w14:textId="77777777" w:rsidTr="001D6F8E">
        <w:trPr>
          <w:cantSplit/>
          <w:jc w:val="center"/>
        </w:trPr>
        <w:tc>
          <w:tcPr>
            <w:tcW w:w="2337" w:type="dxa"/>
            <w:vAlign w:val="bottom"/>
          </w:tcPr>
          <w:p w14:paraId="0B35F71A" w14:textId="77777777" w:rsidR="00C029DB" w:rsidRDefault="00C029DB" w:rsidP="00C029DB">
            <w:pPr>
              <w:pStyle w:val="TableText"/>
            </w:pPr>
          </w:p>
        </w:tc>
        <w:tc>
          <w:tcPr>
            <w:tcW w:w="2430" w:type="dxa"/>
            <w:vAlign w:val="bottom"/>
          </w:tcPr>
          <w:p w14:paraId="30555259" w14:textId="77777777" w:rsidR="00C029DB" w:rsidRDefault="00C029DB" w:rsidP="00C029DB">
            <w:pPr>
              <w:pStyle w:val="TableText"/>
            </w:pPr>
            <w:r>
              <w:t>VLAN 1</w:t>
            </w:r>
          </w:p>
        </w:tc>
        <w:tc>
          <w:tcPr>
            <w:tcW w:w="2706" w:type="dxa"/>
            <w:vAlign w:val="bottom"/>
          </w:tcPr>
          <w:p w14:paraId="5444F91F" w14:textId="77777777" w:rsidR="00C029DB" w:rsidRDefault="00C029DB" w:rsidP="00C029DB">
            <w:pPr>
              <w:pStyle w:val="TableText"/>
            </w:pPr>
          </w:p>
        </w:tc>
        <w:tc>
          <w:tcPr>
            <w:tcW w:w="2332" w:type="dxa"/>
            <w:vAlign w:val="bottom"/>
          </w:tcPr>
          <w:p w14:paraId="7515FD77" w14:textId="77777777" w:rsidR="00C029DB" w:rsidRDefault="00C029DB" w:rsidP="00C029DB">
            <w:pPr>
              <w:pStyle w:val="TableText"/>
            </w:pPr>
            <w:r>
              <w:t>255.255.255.0</w:t>
            </w:r>
          </w:p>
        </w:tc>
      </w:tr>
      <w:tr w:rsidR="00C029DB" w14:paraId="771E7D3D" w14:textId="77777777" w:rsidTr="001D6F8E">
        <w:trPr>
          <w:cantSplit/>
          <w:jc w:val="center"/>
        </w:trPr>
        <w:tc>
          <w:tcPr>
            <w:tcW w:w="2337" w:type="dxa"/>
            <w:vAlign w:val="bottom"/>
          </w:tcPr>
          <w:p w14:paraId="73101BB1" w14:textId="77777777" w:rsidR="00C029DB" w:rsidRPr="00E87D62" w:rsidRDefault="00C029DB" w:rsidP="00C029DB">
            <w:pPr>
              <w:pStyle w:val="TableText"/>
            </w:pPr>
          </w:p>
        </w:tc>
        <w:tc>
          <w:tcPr>
            <w:tcW w:w="2430" w:type="dxa"/>
            <w:vAlign w:val="bottom"/>
          </w:tcPr>
          <w:p w14:paraId="4C035953" w14:textId="77777777" w:rsidR="00C029DB" w:rsidRPr="00E87D62" w:rsidRDefault="00C029DB" w:rsidP="00C029DB">
            <w:pPr>
              <w:pStyle w:val="TableText"/>
            </w:pPr>
            <w:r>
              <w:t>NIC</w:t>
            </w:r>
          </w:p>
        </w:tc>
        <w:tc>
          <w:tcPr>
            <w:tcW w:w="2706" w:type="dxa"/>
            <w:vAlign w:val="bottom"/>
          </w:tcPr>
          <w:p w14:paraId="3786A117" w14:textId="77777777" w:rsidR="00C029DB" w:rsidRPr="00E87D62" w:rsidRDefault="00C029DB" w:rsidP="00C029DB">
            <w:pPr>
              <w:pStyle w:val="TableText"/>
            </w:pPr>
          </w:p>
        </w:tc>
        <w:tc>
          <w:tcPr>
            <w:tcW w:w="2332" w:type="dxa"/>
            <w:vAlign w:val="bottom"/>
          </w:tcPr>
          <w:p w14:paraId="42DEC453" w14:textId="77777777" w:rsidR="00C029DB" w:rsidRPr="00E87D62" w:rsidRDefault="00C029DB" w:rsidP="00C029DB">
            <w:pPr>
              <w:pStyle w:val="TableText"/>
            </w:pPr>
            <w:r>
              <w:t>255.255.255.0</w:t>
            </w:r>
          </w:p>
        </w:tc>
      </w:tr>
      <w:tr w:rsidR="00C029DB" w14:paraId="55C28416" w14:textId="77777777" w:rsidTr="001D6F8E">
        <w:trPr>
          <w:cantSplit/>
          <w:jc w:val="center"/>
        </w:trPr>
        <w:tc>
          <w:tcPr>
            <w:tcW w:w="2337" w:type="dxa"/>
            <w:vAlign w:val="bottom"/>
          </w:tcPr>
          <w:p w14:paraId="67B78C3D" w14:textId="77777777" w:rsidR="00C029DB" w:rsidRPr="00E87D62" w:rsidRDefault="00C029DB" w:rsidP="00C029DB">
            <w:pPr>
              <w:pStyle w:val="TableText"/>
            </w:pPr>
          </w:p>
        </w:tc>
        <w:tc>
          <w:tcPr>
            <w:tcW w:w="2430" w:type="dxa"/>
            <w:vAlign w:val="bottom"/>
          </w:tcPr>
          <w:p w14:paraId="078BDC67" w14:textId="77777777" w:rsidR="00C029DB" w:rsidRPr="00E87D62" w:rsidRDefault="00C029DB" w:rsidP="00C029DB">
            <w:pPr>
              <w:pStyle w:val="TableText"/>
            </w:pPr>
            <w:r>
              <w:t>NIC</w:t>
            </w:r>
          </w:p>
        </w:tc>
        <w:tc>
          <w:tcPr>
            <w:tcW w:w="2706" w:type="dxa"/>
            <w:vAlign w:val="bottom"/>
          </w:tcPr>
          <w:p w14:paraId="1B92FF89" w14:textId="77777777" w:rsidR="00C029DB" w:rsidRPr="00E87D62" w:rsidRDefault="00C029DB" w:rsidP="00C029DB">
            <w:pPr>
              <w:pStyle w:val="TableText"/>
            </w:pPr>
          </w:p>
        </w:tc>
        <w:tc>
          <w:tcPr>
            <w:tcW w:w="2332" w:type="dxa"/>
            <w:vAlign w:val="bottom"/>
          </w:tcPr>
          <w:p w14:paraId="7161F35F" w14:textId="77777777" w:rsidR="00C029DB" w:rsidRPr="00E87D62" w:rsidRDefault="00C029DB" w:rsidP="00C029DB">
            <w:pPr>
              <w:pStyle w:val="TableText"/>
            </w:pPr>
            <w:r>
              <w:t>255.255.255.0</w:t>
            </w:r>
          </w:p>
        </w:tc>
      </w:tr>
    </w:tbl>
    <w:p w14:paraId="22523482" w14:textId="77777777" w:rsidR="00D778DF" w:rsidRPr="00E70096" w:rsidRDefault="00D778DF" w:rsidP="00C029DB">
      <w:pPr>
        <w:pStyle w:val="Heading1"/>
      </w:pPr>
      <w:r w:rsidRPr="00E70096">
        <w:t>Objectives</w:t>
      </w:r>
    </w:p>
    <w:p w14:paraId="46B52403" w14:textId="77777777" w:rsidR="00C029DB" w:rsidRDefault="00C029DB" w:rsidP="00C029DB">
      <w:pPr>
        <w:pStyle w:val="Bulletlevel1"/>
        <w:spacing w:before="60" w:after="60" w:line="276" w:lineRule="auto"/>
      </w:pPr>
      <w:r w:rsidRPr="008B6C6C">
        <w:t>Configure hostname</w:t>
      </w:r>
      <w:r>
        <w:t xml:space="preserve">s and IP addresses </w:t>
      </w:r>
      <w:r w:rsidRPr="008B6C6C">
        <w:t xml:space="preserve">on </w:t>
      </w:r>
      <w:r>
        <w:t>two</w:t>
      </w:r>
      <w:r w:rsidRPr="008B6C6C">
        <w:t xml:space="preserve"> Cisco </w:t>
      </w:r>
      <w:r>
        <w:t>Internetwork Operating System (</w:t>
      </w:r>
      <w:r w:rsidRPr="008B6C6C">
        <w:t>IOS</w:t>
      </w:r>
      <w:r>
        <w:t>)</w:t>
      </w:r>
      <w:r w:rsidRPr="008B6C6C">
        <w:t xml:space="preserve"> switch</w:t>
      </w:r>
      <w:r>
        <w:t>es</w:t>
      </w:r>
      <w:r w:rsidRPr="008B6C6C">
        <w:t xml:space="preserve"> using the </w:t>
      </w:r>
      <w:r>
        <w:t>command-line interface (</w:t>
      </w:r>
      <w:r w:rsidRPr="008B6C6C">
        <w:t>CLI</w:t>
      </w:r>
      <w:r>
        <w:t>)</w:t>
      </w:r>
      <w:r w:rsidRPr="008B6C6C">
        <w:t>.</w:t>
      </w:r>
    </w:p>
    <w:p w14:paraId="2E335731" w14:textId="77777777" w:rsidR="00C029DB" w:rsidRDefault="00C029DB" w:rsidP="00C029DB">
      <w:pPr>
        <w:pStyle w:val="Bulletlevel1"/>
        <w:spacing w:before="60" w:after="60" w:line="276" w:lineRule="auto"/>
      </w:pPr>
      <w:r w:rsidRPr="008B6C6C">
        <w:t xml:space="preserve">Use Cisco IOS commands to </w:t>
      </w:r>
      <w:r>
        <w:t>specify or limit</w:t>
      </w:r>
      <w:r w:rsidRPr="008B6C6C">
        <w:t xml:space="preserve"> access to </w:t>
      </w:r>
      <w:r>
        <w:t xml:space="preserve">the </w:t>
      </w:r>
      <w:r w:rsidRPr="008B6C6C">
        <w:t xml:space="preserve">device configurations. </w:t>
      </w:r>
    </w:p>
    <w:p w14:paraId="02A4ACF3" w14:textId="77777777" w:rsidR="00C029DB" w:rsidRDefault="00C029DB" w:rsidP="00C029DB">
      <w:pPr>
        <w:pStyle w:val="Bulletlevel1"/>
        <w:spacing w:before="60" w:after="60" w:line="276" w:lineRule="auto"/>
      </w:pPr>
      <w:r w:rsidRPr="008B6C6C">
        <w:t>Use IOS commands to save the running configuration.</w:t>
      </w:r>
    </w:p>
    <w:p w14:paraId="028B97F5" w14:textId="77777777" w:rsidR="00C029DB" w:rsidRPr="006E6581" w:rsidRDefault="00C029DB" w:rsidP="00C029DB">
      <w:pPr>
        <w:pStyle w:val="Bulletlevel1"/>
        <w:spacing w:before="60" w:after="60" w:line="276" w:lineRule="auto"/>
      </w:pPr>
      <w:r w:rsidRPr="008B6C6C">
        <w:t xml:space="preserve">Configure </w:t>
      </w:r>
      <w:r>
        <w:t>two</w:t>
      </w:r>
      <w:r w:rsidRPr="008B6C6C">
        <w:t xml:space="preserve"> host device</w:t>
      </w:r>
      <w:r>
        <w:t>s</w:t>
      </w:r>
      <w:r w:rsidRPr="008B6C6C">
        <w:t xml:space="preserve"> with IP address</w:t>
      </w:r>
      <w:r>
        <w:t>es</w:t>
      </w:r>
      <w:r w:rsidRPr="008B6C6C">
        <w:t>.</w:t>
      </w:r>
    </w:p>
    <w:p w14:paraId="405155E4" w14:textId="77777777" w:rsidR="00C029DB" w:rsidRPr="006E6581" w:rsidRDefault="00C029DB" w:rsidP="00C029DB">
      <w:pPr>
        <w:pStyle w:val="Bulletlevel1"/>
        <w:spacing w:before="60" w:after="60" w:line="276" w:lineRule="auto"/>
      </w:pPr>
      <w:r w:rsidRPr="008B6C6C">
        <w:t xml:space="preserve">Verify connectivity between </w:t>
      </w:r>
      <w:r>
        <w:t xml:space="preserve">the </w:t>
      </w:r>
      <w:r w:rsidRPr="008B6C6C">
        <w:t xml:space="preserve">two </w:t>
      </w:r>
      <w:r>
        <w:t xml:space="preserve">PC </w:t>
      </w:r>
      <w:r w:rsidRPr="008B6C6C">
        <w:t xml:space="preserve">end </w:t>
      </w:r>
      <w:r>
        <w:t>devices</w:t>
      </w:r>
      <w:r w:rsidRPr="008B6C6C">
        <w:t>.</w:t>
      </w:r>
    </w:p>
    <w:p w14:paraId="0B58EC09" w14:textId="77777777" w:rsidR="00C029DB" w:rsidRPr="00C07FD9" w:rsidRDefault="00C029DB" w:rsidP="00C029DB">
      <w:pPr>
        <w:pStyle w:val="Heading1"/>
      </w:pPr>
      <w:r>
        <w:t>Scenario</w:t>
      </w:r>
    </w:p>
    <w:p w14:paraId="6D63C9CB" w14:textId="77777777" w:rsidR="00C029DB" w:rsidRPr="00DE6F44" w:rsidRDefault="00C029DB" w:rsidP="00C029DB">
      <w:pPr>
        <w:pStyle w:val="BodyTextL25"/>
      </w:pPr>
      <w:r>
        <w:t xml:space="preserve">As a recently hired LAN technician, your network manager has asked you to demonstrate your ability to configure a small LAN. Your tasks include configuring initial settings on two switches using the Cisco IOS and configuring IP address parameters on host devices to provide end-to-end connectivity. You are to use two switches and two hosts/PCs on a cabled and powered network. </w:t>
      </w:r>
    </w:p>
    <w:p w14:paraId="28415740" w14:textId="77777777" w:rsidR="00C029DB" w:rsidRDefault="00C029DB" w:rsidP="00C029DB">
      <w:pPr>
        <w:pStyle w:val="Heading1"/>
        <w:spacing w:line="276" w:lineRule="auto"/>
      </w:pPr>
      <w:r>
        <w:t>Instructions</w:t>
      </w:r>
    </w:p>
    <w:p w14:paraId="6DBCF84E" w14:textId="77777777" w:rsidR="00C029DB" w:rsidRPr="00703826" w:rsidRDefault="00C029DB" w:rsidP="00C029DB">
      <w:pPr>
        <w:pStyle w:val="BodyTextL25"/>
      </w:pPr>
      <w:r>
        <w:t>Configure the devices to fulfill the requirements below.</w:t>
      </w:r>
    </w:p>
    <w:p w14:paraId="058EC22C" w14:textId="77777777" w:rsidR="00C029DB" w:rsidRDefault="00C029DB" w:rsidP="00C029DB">
      <w:pPr>
        <w:pStyle w:val="Heading1"/>
      </w:pPr>
      <w:r>
        <w:t>Requirements</w:t>
      </w:r>
      <w:bookmarkStart w:id="0" w:name="_GoBack"/>
      <w:bookmarkEnd w:id="0"/>
    </w:p>
    <w:p w14:paraId="50BBD2F2" w14:textId="77777777" w:rsidR="00C029DB" w:rsidRDefault="00C029DB" w:rsidP="00C029DB">
      <w:pPr>
        <w:pStyle w:val="Bulletlevel1"/>
        <w:spacing w:before="60" w:after="60" w:line="276" w:lineRule="auto"/>
      </w:pPr>
      <w:r>
        <w:t>Use a console connection to access each switch.</w:t>
      </w:r>
    </w:p>
    <w:p w14:paraId="50987A42" w14:textId="77777777" w:rsidR="00C029DB" w:rsidRDefault="00C029DB" w:rsidP="00C029DB">
      <w:pPr>
        <w:pStyle w:val="Bulletlevel1"/>
        <w:spacing w:before="60" w:after="60" w:line="276" w:lineRule="auto"/>
      </w:pPr>
      <w:r>
        <w:t xml:space="preserve">Name </w:t>
      </w:r>
      <w:r w:rsidR="00096B44">
        <w:tab/>
      </w:r>
      <w:r w:rsidR="00096B44">
        <w:tab/>
      </w:r>
      <w:r>
        <w:t xml:space="preserve">and </w:t>
      </w:r>
      <w:r w:rsidR="00096B44">
        <w:tab/>
      </w:r>
      <w:r w:rsidR="00096B44">
        <w:tab/>
      </w:r>
      <w:r>
        <w:t>switches.</w:t>
      </w:r>
    </w:p>
    <w:p w14:paraId="049728D8" w14:textId="77777777" w:rsidR="00C029DB" w:rsidRDefault="00C029DB" w:rsidP="00C029DB">
      <w:pPr>
        <w:pStyle w:val="Bulletlevel1"/>
        <w:spacing w:before="60" w:after="60" w:line="276" w:lineRule="auto"/>
      </w:pPr>
      <w:r>
        <w:t xml:space="preserve">Use the </w:t>
      </w:r>
      <w:r w:rsidR="00096B44">
        <w:tab/>
      </w:r>
      <w:r>
        <w:t xml:space="preserve">password for all lines. </w:t>
      </w:r>
    </w:p>
    <w:p w14:paraId="3606AB67" w14:textId="77777777" w:rsidR="00C029DB" w:rsidRDefault="00C029DB" w:rsidP="00C029DB">
      <w:pPr>
        <w:pStyle w:val="Bulletlevel1"/>
        <w:spacing w:before="60" w:after="60" w:line="276" w:lineRule="auto"/>
      </w:pPr>
      <w:r>
        <w:t xml:space="preserve">Use the </w:t>
      </w:r>
      <w:r w:rsidR="00096B44">
        <w:rPr>
          <w:b/>
          <w:bCs/>
        </w:rPr>
        <w:tab/>
      </w:r>
      <w:r>
        <w:t xml:space="preserve"> secret password.</w:t>
      </w:r>
    </w:p>
    <w:p w14:paraId="38EA6C74" w14:textId="77777777" w:rsidR="00C029DB" w:rsidRDefault="00C029DB" w:rsidP="00C029DB">
      <w:pPr>
        <w:pStyle w:val="Bulletlevel1"/>
        <w:spacing w:before="60" w:after="60" w:line="276" w:lineRule="auto"/>
      </w:pPr>
      <w:r>
        <w:t>Encrypt all clear text passwords.</w:t>
      </w:r>
    </w:p>
    <w:p w14:paraId="144F7669" w14:textId="77777777" w:rsidR="00C029DB" w:rsidRDefault="00C029DB" w:rsidP="00C029DB">
      <w:pPr>
        <w:pStyle w:val="Bulletlevel1"/>
        <w:spacing w:before="60" w:after="60" w:line="276" w:lineRule="auto"/>
      </w:pPr>
      <w:r>
        <w:t>Configure an appropriate message-of-the-day (MOTD)</w:t>
      </w:r>
      <w:r w:rsidRPr="00FC2B9F">
        <w:t xml:space="preserve"> </w:t>
      </w:r>
      <w:r>
        <w:t>banner.</w:t>
      </w:r>
    </w:p>
    <w:p w14:paraId="477E4C92" w14:textId="77777777" w:rsidR="00C029DB" w:rsidRDefault="00C029DB" w:rsidP="00C029DB">
      <w:pPr>
        <w:pStyle w:val="Bulletlevel1"/>
        <w:spacing w:before="60" w:after="60" w:line="276" w:lineRule="auto"/>
      </w:pPr>
      <w:r>
        <w:t>Configure addressing for all devices according to the Addressing Table.</w:t>
      </w:r>
    </w:p>
    <w:p w14:paraId="534C603E" w14:textId="77777777" w:rsidR="00C029DB" w:rsidRDefault="00C029DB" w:rsidP="00C029DB">
      <w:pPr>
        <w:pStyle w:val="Bulletlevel1"/>
        <w:spacing w:before="60" w:after="60" w:line="276" w:lineRule="auto"/>
      </w:pPr>
      <w:r>
        <w:t>Save your configurations.</w:t>
      </w:r>
    </w:p>
    <w:p w14:paraId="3415173F" w14:textId="77777777" w:rsidR="00C029DB" w:rsidRDefault="00C029DB" w:rsidP="00C029DB">
      <w:pPr>
        <w:pStyle w:val="Bulletlevel1"/>
        <w:spacing w:before="60" w:after="60" w:line="276" w:lineRule="auto"/>
      </w:pPr>
      <w:r>
        <w:t>Verify connectivity between all devices.</w:t>
      </w:r>
    </w:p>
    <w:p w14:paraId="282994DE" w14:textId="77777777" w:rsidR="00C029DB" w:rsidRDefault="00C029DB" w:rsidP="00C029DB">
      <w:pPr>
        <w:pStyle w:val="BodyTextL25"/>
      </w:pPr>
      <w:r w:rsidRPr="008E3D54">
        <w:rPr>
          <w:b/>
        </w:rPr>
        <w:t>Note:</w:t>
      </w:r>
      <w:r>
        <w:t xml:space="preserve"> </w:t>
      </w:r>
      <w:r w:rsidRPr="00C079A7">
        <w:t xml:space="preserve">Click </w:t>
      </w:r>
      <w:r w:rsidRPr="00C079A7">
        <w:rPr>
          <w:b/>
        </w:rPr>
        <w:t>Check Results</w:t>
      </w:r>
      <w:r w:rsidRPr="00C079A7">
        <w:t xml:space="preserve"> to see your progress. </w:t>
      </w:r>
      <w:r>
        <w:t xml:space="preserve">Click </w:t>
      </w:r>
      <w:r>
        <w:rPr>
          <w:b/>
        </w:rPr>
        <w:t>Reset Activity</w:t>
      </w:r>
      <w:r>
        <w:t xml:space="preserve"> to generate a new set of requirements. If you click on this before you complete the activity, all configurations will be lost.</w:t>
      </w:r>
    </w:p>
    <w:p w14:paraId="5E40DF57" w14:textId="77777777" w:rsidR="00C029DB" w:rsidRDefault="00C029DB" w:rsidP="00C029DB">
      <w:pPr>
        <w:pStyle w:val="ConfigWindow"/>
      </w:pPr>
      <w:r>
        <w:t>End of Document</w:t>
      </w:r>
    </w:p>
    <w:sectPr w:rsidR="00C029DB" w:rsidSect="008250DE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350" w:right="1080" w:bottom="99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732AE" w14:textId="77777777" w:rsidR="007672DD" w:rsidRDefault="007672DD" w:rsidP="00710659">
      <w:pPr>
        <w:spacing w:after="0" w:line="240" w:lineRule="auto"/>
      </w:pPr>
      <w:r>
        <w:separator/>
      </w:r>
    </w:p>
    <w:p w14:paraId="4A100837" w14:textId="77777777" w:rsidR="007672DD" w:rsidRDefault="007672DD"/>
  </w:endnote>
  <w:endnote w:type="continuationSeparator" w:id="0">
    <w:p w14:paraId="06B858BC" w14:textId="77777777" w:rsidR="007672DD" w:rsidRDefault="007672DD" w:rsidP="00710659">
      <w:pPr>
        <w:spacing w:after="0" w:line="240" w:lineRule="auto"/>
      </w:pPr>
      <w:r>
        <w:continuationSeparator/>
      </w:r>
    </w:p>
    <w:p w14:paraId="6930CEB4" w14:textId="77777777" w:rsidR="007672DD" w:rsidRDefault="007672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7C6BC" w14:textId="0C577EFB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274639503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86746B"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4263BE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04592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04592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216A5" w14:textId="448C5137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933173035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86746B">
          <w:t>2013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4263BE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B7BA1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B7BA1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20F03" w14:textId="77777777" w:rsidR="007672DD" w:rsidRDefault="007672DD" w:rsidP="00710659">
      <w:pPr>
        <w:spacing w:after="0" w:line="240" w:lineRule="auto"/>
      </w:pPr>
      <w:r>
        <w:separator/>
      </w:r>
    </w:p>
    <w:p w14:paraId="51E6B13E" w14:textId="77777777" w:rsidR="007672DD" w:rsidRDefault="007672DD"/>
  </w:footnote>
  <w:footnote w:type="continuationSeparator" w:id="0">
    <w:p w14:paraId="6A5CE22B" w14:textId="77777777" w:rsidR="007672DD" w:rsidRDefault="007672DD" w:rsidP="00710659">
      <w:pPr>
        <w:spacing w:after="0" w:line="240" w:lineRule="auto"/>
      </w:pPr>
      <w:r>
        <w:continuationSeparator/>
      </w:r>
    </w:p>
    <w:p w14:paraId="085D8383" w14:textId="77777777" w:rsidR="007672DD" w:rsidRDefault="007672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686295811"/>
      <w:placeholder>
        <w:docPart w:val="D3B2BB46C6E44D5BBAE0D6E1F2AB8BE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EFCCB74" w14:textId="77777777" w:rsidR="00926CB2" w:rsidRDefault="0086746B" w:rsidP="008402F2">
        <w:pPr>
          <w:pStyle w:val="PageHead"/>
        </w:pPr>
        <w:r>
          <w:t>Packet Tracer - Basic Switch and End Device Configuration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B9FA4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6C6E55F9" wp14:editId="5FE52944">
          <wp:extent cx="2587752" cy="804672"/>
          <wp:effectExtent l="0" t="0" r="3175" b="0"/>
          <wp:docPr id="12" name="Picture 1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674C5A8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46B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6B44"/>
    <w:rsid w:val="00097163"/>
    <w:rsid w:val="000A22C8"/>
    <w:rsid w:val="000B2344"/>
    <w:rsid w:val="000B7BA1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D6F8E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04592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97B5D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498A"/>
    <w:rsid w:val="004263BE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672DD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084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50DE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46B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70A69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7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9DB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39EA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04E3C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6D009F"/>
  <w15:docId w15:val="{730D77DB-5CFE-4740-8582-A032714A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297B5D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semiHidden/>
    <w:unhideWhenUsed/>
    <w:qFormat/>
    <w:rsid w:val="00C029DB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029DB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97B5D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C029DB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uiPriority w:val="99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uiPriority w:val="99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uiPriority w:val="99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uiPriority w:val="99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C029DB"/>
    <w:pPr>
      <w:spacing w:before="0" w:after="0"/>
    </w:pPr>
    <w:rPr>
      <w:i/>
      <w:color w:val="FFFFFF" w:themeColor="background1"/>
      <w:sz w:val="10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uiPriority w:val="99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99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C029DB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3B2BB46C6E44D5BBAE0D6E1F2AB8B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A76E0-9EC4-4DCC-885F-99106B838833}"/>
      </w:docPartPr>
      <w:docPartBody>
        <w:p w:rsidR="00526054" w:rsidRDefault="00785DDF">
          <w:pPr>
            <w:pStyle w:val="D3B2BB46C6E44D5BBAE0D6E1F2AB8BEC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DDF"/>
    <w:rsid w:val="0049476C"/>
    <w:rsid w:val="00526054"/>
    <w:rsid w:val="007637EC"/>
    <w:rsid w:val="0078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3B2BB46C6E44D5BBAE0D6E1F2AB8BEC">
    <w:name w:val="D3B2BB46C6E44D5BBAE0D6E1F2AB8B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42550-2302-42BB-B35D-BACB26199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8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Basic Switch and End Device Configuration</vt:lpstr>
    </vt:vector>
  </TitlesOfParts>
  <Company>Cisco Systems, Inc.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Basic Switch and End Device Configuration</dc:title>
  <dc:creator>SP</dc:creator>
  <dc:description>2013</dc:description>
  <cp:lastModifiedBy>DH</cp:lastModifiedBy>
  <cp:revision>4</cp:revision>
  <cp:lastPrinted>2019-11-25T20:02:00Z</cp:lastPrinted>
  <dcterms:created xsi:type="dcterms:W3CDTF">2019-11-25T19:59:00Z</dcterms:created>
  <dcterms:modified xsi:type="dcterms:W3CDTF">2019-11-25T20:02:00Z</dcterms:modified>
</cp:coreProperties>
</file>